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3C7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 xml:space="preserve"> What time is ______?     It ______ 4.30.</w:t>
      </w:r>
    </w:p>
    <w:p w:rsidR="00647FF0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It could not see out ______ the cage.</w:t>
      </w:r>
    </w:p>
    <w:p w:rsidR="00647FF0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Tom ______ his mum were at ______ zoo.</w:t>
      </w:r>
    </w:p>
    <w:p w:rsidR="00647FF0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What would ______ like ______ see now?</w:t>
      </w:r>
    </w:p>
    <w:p w:rsidR="00647FF0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There was ______ tiger ______ the cage.</w:t>
      </w:r>
    </w:p>
    <w:p w:rsidR="00647FF0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Is ______ him over there?</w:t>
      </w:r>
    </w:p>
    <w:p w:rsidR="00647FF0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______ has more mane than her.</w:t>
      </w:r>
    </w:p>
    <w:p w:rsidR="00647FF0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One of them ______ called Leo.</w:t>
      </w:r>
    </w:p>
    <w:p w:rsidR="00647FF0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______ have been here ______ a long time.</w:t>
      </w:r>
    </w:p>
    <w:p w:rsidR="004B6DD4" w:rsidRPr="004B6DD4" w:rsidRDefault="004B6DD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They could see the words ‘The Elephants’ ______ one of the cages.</w:t>
      </w:r>
    </w:p>
    <w:p w:rsidR="004B6DD4" w:rsidRPr="004B6DD4" w:rsidRDefault="004B6DD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Their tails ______ very long.</w:t>
      </w:r>
    </w:p>
    <w:p w:rsidR="004B6DD4" w:rsidRPr="004B6DD4" w:rsidRDefault="004B6DD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It could not see out of the cage ______ it was up a tree.</w:t>
      </w:r>
    </w:p>
    <w:p w:rsidR="004B6DD4" w:rsidRPr="004B6DD4" w:rsidRDefault="004B6DD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>Leo is the one ______ the mane.</w:t>
      </w:r>
    </w:p>
    <w:p w:rsidR="004B6DD4" w:rsidRPr="00C17DD2" w:rsidRDefault="00C17DD2" w:rsidP="00C17D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Tom and ______ mum were ______</w:t>
      </w:r>
      <w:r w:rsidR="004B6DD4" w:rsidRPr="004B6DD4">
        <w:rPr>
          <w:sz w:val="28"/>
          <w:szCs w:val="28"/>
        </w:rPr>
        <w:t xml:space="preserve"> the zoo</w:t>
      </w:r>
      <w:r w:rsidR="00DE3CEE">
        <w:rPr>
          <w:noProof/>
          <w:lang w:eastAsia="en-GB"/>
        </w:rPr>
        <w:pict>
          <v:rect id="_x0000_s1026" style="position:absolute;left:0;text-align:left;margin-left:3pt;margin-top:79.5pt;width:437.25pt;height:113.25pt;z-index:251658240;mso-position-horizontal-relative:text;mso-position-vertical-relative:text" fillcolor="#f79646 [3209]" strokecolor="#f2f2f2 [3041]" strokeweight="3pt">
            <v:shadow on="t" type="perspective" color="#974706 [1609]" opacity=".5" offset="1pt" offset2="-1pt"/>
            <v:textbox>
              <w:txbxContent>
                <w:p w:rsidR="004B6DD4" w:rsidRPr="00E26827" w:rsidRDefault="007E341D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a</w:t>
                  </w:r>
                  <w:proofErr w:type="gramEnd"/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 and      are      as     </w:t>
                  </w:r>
                  <w:r w:rsidR="00C17DD2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at     for      he      </w:t>
                  </w:r>
                  <w:proofErr w:type="spellStart"/>
                  <w:r w:rsidR="00C17DD2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his</w:t>
                  </w:r>
                  <w:proofErr w:type="spellEnd"/>
                  <w:r w:rsidR="00C17DD2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in      i</w:t>
                  </w:r>
                  <w:bookmarkStart w:id="0" w:name="_GoBack"/>
                  <w:bookmarkEnd w:id="0"/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s     </w:t>
                  </w:r>
                </w:p>
                <w:p w:rsidR="00E26827" w:rsidRPr="00E26827" w:rsidRDefault="00E26827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</w:p>
                <w:p w:rsidR="00E26827" w:rsidRDefault="007E341D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i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t      of      on      that      the      they      </w:t>
                  </w:r>
                  <w:proofErr w:type="spellStart"/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to</w:t>
                  </w:r>
                  <w:proofErr w:type="spellEnd"/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 was      with      you</w:t>
                  </w:r>
                </w:p>
                <w:p w:rsidR="00D05286" w:rsidRPr="00D05286" w:rsidRDefault="00D05286">
                  <w:pPr>
                    <w:rPr>
                      <w:rFonts w:ascii="Arial" w:hAnsi="Arial" w:cs="Arial"/>
                      <w:color w:val="FFFFFF" w:themeColor="background1"/>
                      <w:sz w:val="16"/>
                      <w:szCs w:val="16"/>
                    </w:rPr>
                  </w:pPr>
                  <w:r w:rsidRPr="00D05286">
                    <w:rPr>
                      <w:rFonts w:ascii="Arial" w:hAnsi="Arial" w:cs="Arial"/>
                      <w:color w:val="FFFFFF" w:themeColor="background1"/>
                      <w:sz w:val="16"/>
                      <w:szCs w:val="16"/>
                    </w:rPr>
                    <w:t>1 - 20</w:t>
                  </w:r>
                </w:p>
              </w:txbxContent>
            </v:textbox>
          </v:rect>
        </w:pict>
      </w:r>
    </w:p>
    <w:sectPr w:rsidR="004B6DD4" w:rsidRPr="00C17DD2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FF0"/>
    <w:rsid w:val="004B6DD4"/>
    <w:rsid w:val="00647FF0"/>
    <w:rsid w:val="006B03C7"/>
    <w:rsid w:val="007E341D"/>
    <w:rsid w:val="00C17DD2"/>
    <w:rsid w:val="00D05286"/>
    <w:rsid w:val="00DE3CEE"/>
    <w:rsid w:val="00E2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47182E9D-87FF-467C-80C5-9EB4F2AAA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7E3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8558E10F</Template>
  <TotalTime>32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Geraldine.Burgess</cp:lastModifiedBy>
  <cp:revision>4</cp:revision>
  <cp:lastPrinted>2017-07-10T13:45:00Z</cp:lastPrinted>
  <dcterms:created xsi:type="dcterms:W3CDTF">2017-06-01T17:14:00Z</dcterms:created>
  <dcterms:modified xsi:type="dcterms:W3CDTF">2017-07-10T14:04:00Z</dcterms:modified>
</cp:coreProperties>
</file>