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9D3FC1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We ______ go back to get them.</w:t>
      </w:r>
      <w:r w:rsidR="00647FF0" w:rsidRPr="004B6DD4">
        <w:rPr>
          <w:sz w:val="28"/>
          <w:szCs w:val="28"/>
        </w:rPr>
        <w:t xml:space="preserve"> </w:t>
      </w:r>
    </w:p>
    <w:p w:rsidR="00647FF0" w:rsidRPr="004B6DD4" w:rsidRDefault="009D3FC1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Our mum and dad ______ us with our homework.</w:t>
      </w:r>
    </w:p>
    <w:p w:rsidR="00FD79A9" w:rsidRDefault="009D3FC1" w:rsidP="00FD79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you ______ to our house our mum would ______ look at your books.  ______ along one day and see.</w:t>
      </w:r>
    </w:p>
    <w:p w:rsidR="00FD79A9" w:rsidRPr="00FD79A9" w:rsidRDefault="00FD79A9" w:rsidP="00FD79A9">
      <w:pPr>
        <w:pStyle w:val="ListParagraph"/>
        <w:ind w:left="785"/>
        <w:rPr>
          <w:sz w:val="28"/>
          <w:szCs w:val="28"/>
        </w:rPr>
      </w:pPr>
    </w:p>
    <w:p w:rsidR="00647FF0" w:rsidRPr="004B6DD4" w:rsidRDefault="009D3FC1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Their dad was at ______ every day.</w:t>
      </w:r>
    </w:p>
    <w:p w:rsidR="00647FF0" w:rsidRPr="00B179B1" w:rsidRDefault="00FD79A9" w:rsidP="00B179B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Their mum was at work until ______ o’clock.</w:t>
      </w:r>
    </w:p>
    <w:p w:rsidR="00FD79A9" w:rsidRDefault="005C6B60" w:rsidP="00FD79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“</w:t>
      </w:r>
      <w:r w:rsidR="00FD79A9">
        <w:rPr>
          <w:sz w:val="28"/>
          <w:szCs w:val="28"/>
        </w:rPr>
        <w:t xml:space="preserve">Why ______ she </w:t>
      </w:r>
      <w:proofErr w:type="gramStart"/>
      <w:r w:rsidR="00FD79A9">
        <w:rPr>
          <w:sz w:val="28"/>
          <w:szCs w:val="28"/>
        </w:rPr>
        <w:t>look</w:t>
      </w:r>
      <w:proofErr w:type="gramEnd"/>
      <w:r w:rsidR="00FD79A9">
        <w:rPr>
          <w:sz w:val="28"/>
          <w:szCs w:val="28"/>
        </w:rPr>
        <w:t xml:space="preserve"> at them every day?</w:t>
      </w:r>
      <w:r>
        <w:rPr>
          <w:sz w:val="28"/>
          <w:szCs w:val="28"/>
        </w:rPr>
        <w:t xml:space="preserve">”  </w:t>
      </w:r>
      <w:proofErr w:type="gramStart"/>
      <w:r>
        <w:rPr>
          <w:sz w:val="28"/>
          <w:szCs w:val="28"/>
        </w:rPr>
        <w:t xml:space="preserve">“ </w:t>
      </w:r>
      <w:r w:rsidR="00FD79A9">
        <w:rPr>
          <w:sz w:val="28"/>
          <w:szCs w:val="28"/>
        </w:rPr>
        <w:t>_</w:t>
      </w:r>
      <w:proofErr w:type="gramEnd"/>
      <w:r w:rsidR="00FD79A9">
        <w:rPr>
          <w:sz w:val="28"/>
          <w:szCs w:val="28"/>
        </w:rPr>
        <w:t>_____, if we have not been good she will write something in our books.</w:t>
      </w:r>
      <w:r>
        <w:rPr>
          <w:sz w:val="28"/>
          <w:szCs w:val="28"/>
        </w:rPr>
        <w:t>”</w:t>
      </w:r>
    </w:p>
    <w:p w:rsidR="005C6B60" w:rsidRPr="005C6B60" w:rsidRDefault="005C6B60" w:rsidP="005C6B60">
      <w:pPr>
        <w:pStyle w:val="ListParagraph"/>
        <w:ind w:left="785"/>
        <w:rPr>
          <w:sz w:val="28"/>
          <w:szCs w:val="28"/>
        </w:rPr>
      </w:pPr>
    </w:p>
    <w:p w:rsidR="00FD79A9" w:rsidRDefault="00FD79A9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 are you going back to school?</w:t>
      </w:r>
    </w:p>
    <w:p w:rsidR="00003718" w:rsidRDefault="00515B56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79A9">
        <w:rPr>
          <w:sz w:val="28"/>
          <w:szCs w:val="28"/>
        </w:rPr>
        <w:t>It was ______ of a set.</w:t>
      </w:r>
    </w:p>
    <w:p w:rsidR="00FD79A9" w:rsidRDefault="00FD79A9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 must ______ something here to keep my ______.</w:t>
      </w:r>
    </w:p>
    <w:p w:rsidR="00FD79A9" w:rsidRDefault="00FD79A9" w:rsidP="00FD79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“</w:t>
      </w:r>
      <w:proofErr w:type="gramStart"/>
      <w:r>
        <w:rPr>
          <w:sz w:val="28"/>
          <w:szCs w:val="28"/>
        </w:rPr>
        <w:t>Well”  _</w:t>
      </w:r>
      <w:proofErr w:type="gramEnd"/>
      <w:r>
        <w:rPr>
          <w:sz w:val="28"/>
          <w:szCs w:val="28"/>
        </w:rPr>
        <w:t>_____ said, “our mum will tell us of if we don’t ______ them home.</w:t>
      </w:r>
    </w:p>
    <w:p w:rsidR="00FD79A9" w:rsidRDefault="00FD79A9" w:rsidP="00FD79A9">
      <w:pPr>
        <w:pStyle w:val="ListParagraph"/>
        <w:rPr>
          <w:sz w:val="28"/>
          <w:szCs w:val="28"/>
        </w:rPr>
      </w:pPr>
    </w:p>
    <w:p w:rsidR="00FD79A9" w:rsidRDefault="00FD79A9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They went ______ to their own bedrooms.</w:t>
      </w:r>
    </w:p>
    <w:p w:rsidR="00FD79A9" w:rsidRDefault="00FD79A9" w:rsidP="00684AA3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They should look at your books more often if they want you to do ______ at school.</w:t>
      </w:r>
    </w:p>
    <w:p w:rsidR="00684AA3" w:rsidRDefault="00684AA3" w:rsidP="00684AA3">
      <w:pPr>
        <w:pStyle w:val="ListParagraph"/>
        <w:spacing w:line="240" w:lineRule="auto"/>
        <w:ind w:left="785"/>
        <w:rPr>
          <w:sz w:val="28"/>
          <w:szCs w:val="28"/>
        </w:rPr>
      </w:pPr>
    </w:p>
    <w:p w:rsidR="00FD79A9" w:rsidRDefault="00684AA3" w:rsidP="00684AA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79A9" w:rsidRPr="00684AA3">
        <w:rPr>
          <w:sz w:val="28"/>
          <w:szCs w:val="28"/>
        </w:rPr>
        <w:t xml:space="preserve"> I must put something ______ to keep my place in this book.</w:t>
      </w:r>
    </w:p>
    <w:p w:rsidR="00684AA3" w:rsidRPr="00684AA3" w:rsidRDefault="00684AA3" w:rsidP="00684AA3">
      <w:pPr>
        <w:pStyle w:val="ListParagraph"/>
        <w:rPr>
          <w:sz w:val="28"/>
          <w:szCs w:val="28"/>
        </w:rPr>
      </w:pPr>
    </w:p>
    <w:p w:rsidR="00684AA3" w:rsidRDefault="00684AA3" w:rsidP="00684AA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It was ______ a good book.</w:t>
      </w:r>
    </w:p>
    <w:p w:rsidR="00684AA3" w:rsidRPr="00684AA3" w:rsidRDefault="00684AA3" w:rsidP="00684AA3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684AA3" w:rsidRPr="00684AA3" w:rsidRDefault="00684AA3" w:rsidP="00684AA3">
      <w:pPr>
        <w:pStyle w:val="ListParagraph"/>
        <w:spacing w:line="240" w:lineRule="auto"/>
        <w:ind w:left="786"/>
        <w:rPr>
          <w:sz w:val="28"/>
          <w:szCs w:val="28"/>
        </w:rPr>
      </w:pPr>
    </w:p>
    <w:p w:rsidR="00FD79A9" w:rsidRPr="00003718" w:rsidRDefault="00FD79A9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419735</wp:posOffset>
                </wp:positionV>
                <wp:extent cx="5553075" cy="1476375"/>
                <wp:effectExtent l="19050" t="19050" r="47625" b="666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1476375"/>
                        </a:xfrm>
                        <a:prstGeom prst="rect">
                          <a:avLst/>
                        </a:prstGeom>
                        <a:solidFill>
                          <a:srgbClr val="CA74C4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34C43" w:rsidRDefault="005C6B60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a</w:t>
                            </w:r>
                            <w:r w:rsidR="00FD79A9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nother    </w:t>
                            </w:r>
                            <w:r w:rsidR="00334C4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away    because   </w:t>
                            </w:r>
                            <w:r w:rsidR="00FD79A9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came    come    different    does  </w:t>
                            </w:r>
                          </w:p>
                          <w:p w:rsidR="00334C43" w:rsidRDefault="00FD79A9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even   </w:t>
                            </w:r>
                            <w:r w:rsidR="005C6B60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h</w:t>
                            </w:r>
                            <w:r w:rsidR="00334C4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elp        here         must        part       place      put   </w:t>
                            </w:r>
                          </w:p>
                          <w:p w:rsidR="00334C43" w:rsidRDefault="005C6B60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334C4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take    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334C4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three         well             why            work </w:t>
                            </w:r>
                          </w:p>
                          <w:p w:rsidR="00E26827" w:rsidRPr="00F33A2C" w:rsidRDefault="00FD79A9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33A2C" w:rsidRPr="00F33A2C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121 - 140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3.75pt;margin-top:33.05pt;width:437.25pt;height:11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" fillcolor="#ca74c4" strokecolor="#f2f2f2 [3041]" strokeweight="3pt">
                <v:shadow on="t" color="#974706 [1609]" opacity=".5" offset="1pt"/>
                <v:textbox>
                  <w:txbxContent>
                    <w:p w:rsidR="00334C43" w:rsidRDefault="005C6B60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a</w:t>
                      </w:r>
                      <w:r w:rsidR="00FD79A9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nother    </w:t>
                      </w:r>
                      <w:r w:rsidR="00334C4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away    because   </w:t>
                      </w:r>
                      <w:r w:rsidR="00FD79A9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came    come    different    does  </w:t>
                      </w:r>
                    </w:p>
                    <w:p w:rsidR="00334C43" w:rsidRDefault="00FD79A9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even   </w:t>
                      </w:r>
                      <w:r w:rsidR="005C6B60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h</w:t>
                      </w:r>
                      <w:r w:rsidR="00334C4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elp        here         must        part       place      put   </w:t>
                      </w:r>
                    </w:p>
                    <w:p w:rsidR="00334C43" w:rsidRDefault="005C6B60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334C4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take    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334C4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three         well             why            work </w:t>
                      </w:r>
                    </w:p>
                    <w:p w:rsidR="00E26827" w:rsidRPr="00F33A2C" w:rsidRDefault="00FD79A9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F33A2C" w:rsidRPr="00F33A2C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121 - 140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>Fred is in a ______ form to Bob.</w:t>
      </w:r>
    </w:p>
    <w:sectPr w:rsidR="00FD79A9" w:rsidRPr="00003718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03718"/>
    <w:rsid w:val="00102D96"/>
    <w:rsid w:val="00253D87"/>
    <w:rsid w:val="00334C43"/>
    <w:rsid w:val="00435E2A"/>
    <w:rsid w:val="004B6DD4"/>
    <w:rsid w:val="00515B56"/>
    <w:rsid w:val="005C6B60"/>
    <w:rsid w:val="00647FF0"/>
    <w:rsid w:val="00684AA3"/>
    <w:rsid w:val="006B03C7"/>
    <w:rsid w:val="007861BD"/>
    <w:rsid w:val="009D3FC1"/>
    <w:rsid w:val="00B179B1"/>
    <w:rsid w:val="00D84E0D"/>
    <w:rsid w:val="00E21CE8"/>
    <w:rsid w:val="00E26827"/>
    <w:rsid w:val="00F10524"/>
    <w:rsid w:val="00F33A2C"/>
    <w:rsid w:val="00FD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CF84C"/>
  <w15:docId w15:val="{2C5AE9F2-BC77-445B-901B-68EDC73A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E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E5A37887</Template>
  <TotalTime>28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7</cp:revision>
  <cp:lastPrinted>2017-07-11T12:59:00Z</cp:lastPrinted>
  <dcterms:created xsi:type="dcterms:W3CDTF">2017-06-13T14:19:00Z</dcterms:created>
  <dcterms:modified xsi:type="dcterms:W3CDTF">2017-07-11T13:02:00Z</dcterms:modified>
</cp:coreProperties>
</file>