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3C7" w:rsidRPr="004B6DD4" w:rsidRDefault="00B76B12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The</w:t>
      </w:r>
      <w:r w:rsidR="00A318E3">
        <w:rPr>
          <w:sz w:val="28"/>
          <w:szCs w:val="28"/>
        </w:rPr>
        <w:t>y</w:t>
      </w:r>
      <w:r>
        <w:rPr>
          <w:sz w:val="28"/>
          <w:szCs w:val="28"/>
        </w:rPr>
        <w:t xml:space="preserve"> ____</w:t>
      </w:r>
      <w:r w:rsidR="00B91238">
        <w:rPr>
          <w:sz w:val="28"/>
          <w:szCs w:val="28"/>
        </w:rPr>
        <w:t>__ went by car</w:t>
      </w:r>
      <w:r w:rsidR="00253D87">
        <w:rPr>
          <w:sz w:val="28"/>
          <w:szCs w:val="28"/>
        </w:rPr>
        <w:t>.</w:t>
      </w:r>
    </w:p>
    <w:p w:rsidR="00647FF0" w:rsidRPr="004B6DD4" w:rsidRDefault="00B76B12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</w:t>
      </w:r>
      <w:r w:rsidR="00B91238">
        <w:rPr>
          <w:sz w:val="28"/>
          <w:szCs w:val="28"/>
        </w:rPr>
        <w:t>im was sure he saw ______ fish in the ______</w:t>
      </w:r>
      <w:r w:rsidR="00253D87">
        <w:rPr>
          <w:sz w:val="28"/>
          <w:szCs w:val="28"/>
        </w:rPr>
        <w:t>.</w:t>
      </w:r>
    </w:p>
    <w:p w:rsidR="00647FF0" w:rsidRPr="004B6DD4" w:rsidRDefault="00B91238" w:rsidP="000F5BA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He thought he could see its head and body ______ the door of the tent</w:t>
      </w:r>
      <w:r w:rsidR="00765E40">
        <w:rPr>
          <w:sz w:val="28"/>
          <w:szCs w:val="28"/>
        </w:rPr>
        <w:t>.</w:t>
      </w:r>
    </w:p>
    <w:p w:rsidR="00647FF0" w:rsidRPr="004B6DD4" w:rsidRDefault="00B91238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He called his family, however, they didn’t ______ him</w:t>
      </w:r>
      <w:r w:rsidR="00253D87">
        <w:rPr>
          <w:sz w:val="28"/>
          <w:szCs w:val="28"/>
        </w:rPr>
        <w:t>.</w:t>
      </w:r>
    </w:p>
    <w:p w:rsidR="00647FF0" w:rsidRPr="00B179B1" w:rsidRDefault="00B91238" w:rsidP="00B179B1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Don’t you ______ that kind of thing at school</w:t>
      </w:r>
      <w:r w:rsidR="00B76B12">
        <w:rPr>
          <w:sz w:val="28"/>
          <w:szCs w:val="28"/>
        </w:rPr>
        <w:t>.</w:t>
      </w:r>
    </w:p>
    <w:p w:rsidR="00647FF0" w:rsidRPr="004B6DD4" w:rsidRDefault="00B91238" w:rsidP="000F5BA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They went up to the ______ of the cliff</w:t>
      </w:r>
      <w:r w:rsidR="00647FF0" w:rsidRPr="004B6DD4">
        <w:rPr>
          <w:sz w:val="28"/>
          <w:szCs w:val="28"/>
        </w:rPr>
        <w:t>.</w:t>
      </w:r>
    </w:p>
    <w:p w:rsidR="00647FF0" w:rsidRPr="004B6DD4" w:rsidRDefault="00B91238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He didn’t want to be by ______</w:t>
      </w:r>
      <w:r w:rsidR="00515B56">
        <w:rPr>
          <w:sz w:val="28"/>
          <w:szCs w:val="28"/>
        </w:rPr>
        <w:t>.</w:t>
      </w:r>
    </w:p>
    <w:p w:rsidR="00647FF0" w:rsidRPr="004B6DD4" w:rsidRDefault="00B91238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What is the ______?</w:t>
      </w:r>
    </w:p>
    <w:p w:rsidR="004B6DD4" w:rsidRPr="004B6DD4" w:rsidRDefault="00B91238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Can you give me an ______ of one?</w:t>
      </w:r>
    </w:p>
    <w:p w:rsidR="004B6DD4" w:rsidRPr="004B6DD4" w:rsidRDefault="00B91238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Sam thought he ______ an animal near the tent.</w:t>
      </w:r>
    </w:p>
    <w:p w:rsidR="004B6DD4" w:rsidRPr="004B6DD4" w:rsidRDefault="00B76B12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91238">
        <w:rPr>
          <w:sz w:val="28"/>
          <w:szCs w:val="28"/>
        </w:rPr>
        <w:t>He said he would give Tim ______</w:t>
      </w:r>
      <w:r w:rsidR="00515B56">
        <w:rPr>
          <w:sz w:val="28"/>
          <w:szCs w:val="28"/>
        </w:rPr>
        <w:t>.</w:t>
      </w:r>
    </w:p>
    <w:p w:rsidR="004B6DD4" w:rsidRPr="004B6DD4" w:rsidRDefault="00B91238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The train turned ______ the sea</w:t>
      </w:r>
      <w:r w:rsidR="00765E40">
        <w:rPr>
          <w:sz w:val="28"/>
          <w:szCs w:val="28"/>
        </w:rPr>
        <w:t>.</w:t>
      </w:r>
    </w:p>
    <w:p w:rsidR="004B6DD4" w:rsidRDefault="00B91238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He asked Tim if he could move into his ______.</w:t>
      </w:r>
    </w:p>
    <w:p w:rsidR="004B6DD4" w:rsidRPr="00003718" w:rsidRDefault="00B91238" w:rsidP="0000371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They live in a ______</w:t>
      </w:r>
      <w:r w:rsidR="007861BD">
        <w:rPr>
          <w:sz w:val="28"/>
          <w:szCs w:val="28"/>
        </w:rPr>
        <w:t>.</w:t>
      </w:r>
    </w:p>
    <w:p w:rsidR="00003718" w:rsidRDefault="00B179B1" w:rsidP="0000371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91238">
        <w:rPr>
          <w:sz w:val="28"/>
          <w:szCs w:val="28"/>
        </w:rPr>
        <w:t xml:space="preserve"> Tim and Sam went to ______ in the sea</w:t>
      </w:r>
      <w:r w:rsidR="007861BD">
        <w:rPr>
          <w:sz w:val="28"/>
          <w:szCs w:val="28"/>
        </w:rPr>
        <w:t>.</w:t>
      </w:r>
      <w:bookmarkStart w:id="0" w:name="_GoBack"/>
      <w:bookmarkEnd w:id="0"/>
    </w:p>
    <w:p w:rsidR="00B91238" w:rsidRDefault="00B91238" w:rsidP="0000371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Sam told Tim about the animal he had ______</w:t>
      </w:r>
    </w:p>
    <w:p w:rsidR="00B91238" w:rsidRDefault="00B91238" w:rsidP="0000371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There was a group of plants, four or _____ of them</w:t>
      </w:r>
    </w:p>
    <w:p w:rsidR="00B91238" w:rsidRDefault="00B91238" w:rsidP="0000371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Each face soon ______ red.</w:t>
      </w:r>
    </w:p>
    <w:p w:rsidR="003517B7" w:rsidRDefault="00A318E3" w:rsidP="0000371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471170</wp:posOffset>
                </wp:positionV>
                <wp:extent cx="5553075" cy="1343025"/>
                <wp:effectExtent l="19050" t="19050" r="47625" b="666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3075" cy="1343025"/>
                        </a:xfrm>
                        <a:prstGeom prst="rect">
                          <a:avLst/>
                        </a:prstGeom>
                        <a:solidFill>
                          <a:srgbClr val="61DD81"/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E4045A" w:rsidRDefault="00A318E3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against    a</w:t>
                            </w:r>
                            <w:r w:rsidR="00E4045A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nswer    change   city    example    five    heard  </w:t>
                            </w:r>
                          </w:p>
                          <w:p w:rsidR="00E4045A" w:rsidRDefault="00E4045A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himself       learn      money        play      point      room      sea </w:t>
                            </w:r>
                          </w:p>
                          <w:p w:rsidR="00E4045A" w:rsidRDefault="00E4045A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seen      several    top     toward     turned      usually</w:t>
                            </w:r>
                          </w:p>
                          <w:p w:rsidR="00A318E3" w:rsidRPr="00A318E3" w:rsidRDefault="00A318E3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A318E3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261 - 280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0;margin-top:37.1pt;width:437.25pt;height:105.75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" fillcolor="#61dd81" strokecolor="#f2f2f2 [3041]" strokeweight="3pt">
                <v:shadow on="t" color="#974706 [1609]" opacity=".5" offset="1pt"/>
                <v:textbox>
                  <w:txbxContent>
                    <w:p w:rsidR="00E4045A" w:rsidRDefault="00A318E3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against    a</w:t>
                      </w:r>
                      <w:r w:rsidR="00E4045A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nswer    change   city    example    five    heard  </w:t>
                      </w:r>
                    </w:p>
                    <w:p w:rsidR="00E4045A" w:rsidRDefault="00E4045A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himself       learn      money        play      point      room      sea </w:t>
                      </w:r>
                    </w:p>
                    <w:p w:rsidR="00E4045A" w:rsidRDefault="00E4045A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seen      several    top     toward     turned      usually</w:t>
                      </w:r>
                    </w:p>
                    <w:p w:rsidR="00A318E3" w:rsidRPr="00A318E3" w:rsidRDefault="00A318E3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A318E3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261 - 280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91238">
        <w:rPr>
          <w:sz w:val="28"/>
          <w:szCs w:val="28"/>
        </w:rPr>
        <w:t xml:space="preserve">  He asked if he could ______ his room</w:t>
      </w:r>
      <w:r w:rsidR="003517B7">
        <w:rPr>
          <w:sz w:val="28"/>
          <w:szCs w:val="28"/>
        </w:rPr>
        <w:t>.</w:t>
      </w:r>
    </w:p>
    <w:p w:rsidR="00003718" w:rsidRPr="00A318E3" w:rsidRDefault="00003718" w:rsidP="00A318E3">
      <w:pPr>
        <w:spacing w:line="480" w:lineRule="auto"/>
        <w:ind w:left="360"/>
        <w:rPr>
          <w:sz w:val="28"/>
          <w:szCs w:val="28"/>
        </w:rPr>
      </w:pPr>
    </w:p>
    <w:sectPr w:rsidR="00003718" w:rsidRPr="00A318E3" w:rsidSect="006B03C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DD4" w:rsidRDefault="004B6DD4" w:rsidP="004B6DD4">
      <w:pPr>
        <w:spacing w:after="0" w:line="240" w:lineRule="auto"/>
      </w:pPr>
      <w:r>
        <w:separator/>
      </w:r>
    </w:p>
  </w:endnote>
  <w:end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DD4" w:rsidRDefault="004B6DD4" w:rsidP="004B6DD4">
      <w:pPr>
        <w:spacing w:after="0" w:line="240" w:lineRule="auto"/>
      </w:pPr>
      <w:r>
        <w:separator/>
      </w:r>
    </w:p>
  </w:footnote>
  <w:foot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DD4" w:rsidRPr="004B6DD4" w:rsidRDefault="004B6DD4">
    <w:pPr>
      <w:pStyle w:val="Header"/>
      <w:rPr>
        <w:sz w:val="36"/>
        <w:szCs w:val="36"/>
      </w:rPr>
    </w:pPr>
    <w:r w:rsidRPr="004B6DD4">
      <w:rPr>
        <w:sz w:val="36"/>
        <w:szCs w:val="36"/>
      </w:rPr>
      <w:t xml:space="preserve">Use the words in the box below to fill in the gaps.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E7E13"/>
    <w:multiLevelType w:val="hybridMultilevel"/>
    <w:tmpl w:val="F35479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FF0"/>
    <w:rsid w:val="00003718"/>
    <w:rsid w:val="000F5BAA"/>
    <w:rsid w:val="00102D96"/>
    <w:rsid w:val="002119A1"/>
    <w:rsid w:val="00253D87"/>
    <w:rsid w:val="003517B7"/>
    <w:rsid w:val="00416280"/>
    <w:rsid w:val="004B6DD4"/>
    <w:rsid w:val="00507517"/>
    <w:rsid w:val="00515B56"/>
    <w:rsid w:val="00535ED2"/>
    <w:rsid w:val="00647FF0"/>
    <w:rsid w:val="006B03C7"/>
    <w:rsid w:val="00765E40"/>
    <w:rsid w:val="007861BD"/>
    <w:rsid w:val="00A318E3"/>
    <w:rsid w:val="00A4449B"/>
    <w:rsid w:val="00B179B1"/>
    <w:rsid w:val="00B76B12"/>
    <w:rsid w:val="00B91238"/>
    <w:rsid w:val="00CD38E6"/>
    <w:rsid w:val="00CF6751"/>
    <w:rsid w:val="00D84E0D"/>
    <w:rsid w:val="00E21CE8"/>
    <w:rsid w:val="00E26827"/>
    <w:rsid w:val="00E4045A"/>
    <w:rsid w:val="00F1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5AE9F2-BC77-445B-901B-68EDC73A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F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DD4"/>
  </w:style>
  <w:style w:type="paragraph" w:styleId="Footer">
    <w:name w:val="footer"/>
    <w:basedOn w:val="Normal"/>
    <w:link w:val="Foot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DD4"/>
  </w:style>
  <w:style w:type="paragraph" w:styleId="BalloonText">
    <w:name w:val="Balloon Text"/>
    <w:basedOn w:val="Normal"/>
    <w:link w:val="BalloonTextChar"/>
    <w:uiPriority w:val="99"/>
    <w:semiHidden/>
    <w:unhideWhenUsed/>
    <w:rsid w:val="00E2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C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E26F55AC</Template>
  <TotalTime>18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GERALDINE</dc:creator>
  <cp:lastModifiedBy>BurgessG</cp:lastModifiedBy>
  <cp:revision>6</cp:revision>
  <cp:lastPrinted>2017-06-20T14:10:00Z</cp:lastPrinted>
  <dcterms:created xsi:type="dcterms:W3CDTF">2017-06-29T11:32:00Z</dcterms:created>
  <dcterms:modified xsi:type="dcterms:W3CDTF">2017-07-11T13:52:00Z</dcterms:modified>
</cp:coreProperties>
</file>